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02" w:rsidRPr="00E82E36" w:rsidRDefault="00687D02" w:rsidP="003C6D10">
      <w:pPr>
        <w:tabs>
          <w:tab w:val="left" w:pos="3994"/>
        </w:tabs>
        <w:rPr>
          <w:b/>
        </w:rPr>
      </w:pPr>
      <w:r w:rsidRPr="00E82E36">
        <w:rPr>
          <w:b/>
        </w:rPr>
        <w:t>Name: _______________________</w:t>
      </w:r>
      <w:r w:rsidRPr="00E82E36">
        <w:rPr>
          <w:b/>
        </w:rPr>
        <w:tab/>
        <w:t xml:space="preserve">             Date: _________               Block: _______</w:t>
      </w:r>
    </w:p>
    <w:p w:rsidR="00687D02" w:rsidRPr="00E82E36" w:rsidRDefault="00687D02" w:rsidP="00E82E36">
      <w:pPr>
        <w:jc w:val="center"/>
        <w:rPr>
          <w:b/>
        </w:rPr>
      </w:pPr>
      <w:r w:rsidRPr="00E82E36">
        <w:rPr>
          <w:b/>
        </w:rPr>
        <w:t>Bumper Stickers</w:t>
      </w:r>
    </w:p>
    <w:p w:rsidR="00687D02" w:rsidRPr="00E82E36" w:rsidRDefault="00687D02" w:rsidP="003C6D10">
      <w:pPr>
        <w:jc w:val="both"/>
        <w:rPr>
          <w:b/>
        </w:rPr>
      </w:pPr>
      <w:r w:rsidRPr="00E82E36">
        <w:rPr>
          <w:b/>
        </w:rPr>
        <w:t>Create two bumper stickers</w:t>
      </w:r>
    </w:p>
    <w:p w:rsidR="00687D02" w:rsidRPr="00E82E36" w:rsidRDefault="00687D02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E82E36">
        <w:rPr>
          <w:b/>
        </w:rPr>
        <w:t>A bumper sticker that demonstrates a pro or con of Capitalism</w:t>
      </w:r>
    </w:p>
    <w:p w:rsidR="00687D02" w:rsidRPr="00E82E36" w:rsidRDefault="00687D02" w:rsidP="00FE7470">
      <w:pPr>
        <w:pStyle w:val="ListParagraph"/>
        <w:numPr>
          <w:ilvl w:val="1"/>
          <w:numId w:val="1"/>
        </w:numPr>
        <w:tabs>
          <w:tab w:val="left" w:pos="4116"/>
        </w:tabs>
        <w:jc w:val="both"/>
      </w:pPr>
      <w:r w:rsidRPr="00E82E36">
        <w:t>Include a visual and a slogan to represent your pro or con</w:t>
      </w:r>
    </w:p>
    <w:p w:rsidR="00687D02" w:rsidRPr="00E82E36" w:rsidRDefault="00687D02" w:rsidP="00FE7470">
      <w:pPr>
        <w:pStyle w:val="ListParagraph"/>
        <w:numPr>
          <w:ilvl w:val="1"/>
          <w:numId w:val="1"/>
        </w:numPr>
        <w:tabs>
          <w:tab w:val="left" w:pos="4116"/>
        </w:tabs>
        <w:jc w:val="both"/>
      </w:pPr>
      <w:r w:rsidRPr="00E82E36">
        <w:t>Use color in your work</w:t>
      </w:r>
    </w:p>
    <w:p w:rsidR="00687D02" w:rsidRPr="00E82E36" w:rsidRDefault="00687D02" w:rsidP="003C6D10">
      <w:pPr>
        <w:pStyle w:val="ListParagraph"/>
        <w:tabs>
          <w:tab w:val="left" w:pos="4116"/>
        </w:tabs>
        <w:ind w:left="144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7.45pt;margin-top:15.35pt;width:235.55pt;height:184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" strokeweight="6pt">
            <v:stroke linestyle="thickBetweenThin"/>
            <v:textbox style="mso-next-textbox:#Text Box 2">
              <w:txbxContent>
                <w:p w:rsidR="00687D02" w:rsidRPr="00E82E36" w:rsidRDefault="00687D02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0.75pt;height:169.5pt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</w:p>
    <w:p w:rsidR="00687D02" w:rsidRPr="00E82E36" w:rsidRDefault="00687D02" w:rsidP="003C6D10">
      <w:pPr>
        <w:jc w:val="both"/>
      </w:pPr>
    </w:p>
    <w:p w:rsidR="00687D02" w:rsidRPr="00E82E36" w:rsidRDefault="00687D02" w:rsidP="003C6D10">
      <w:pPr>
        <w:jc w:val="both"/>
      </w:pPr>
    </w:p>
    <w:p w:rsidR="00687D02" w:rsidRPr="00E82E36" w:rsidRDefault="00687D02" w:rsidP="003C6D10">
      <w:pPr>
        <w:jc w:val="both"/>
      </w:pPr>
    </w:p>
    <w:p w:rsidR="00687D02" w:rsidRPr="00E82E36" w:rsidRDefault="00687D02" w:rsidP="003C6D10">
      <w:pPr>
        <w:jc w:val="both"/>
      </w:pPr>
    </w:p>
    <w:p w:rsidR="00687D02" w:rsidRPr="00E82E36" w:rsidRDefault="00687D02" w:rsidP="003C6D10">
      <w:pPr>
        <w:jc w:val="both"/>
      </w:pPr>
    </w:p>
    <w:p w:rsidR="00687D02" w:rsidRPr="00E82E36" w:rsidRDefault="00687D02" w:rsidP="003C6D10">
      <w:pPr>
        <w:jc w:val="both"/>
      </w:pPr>
    </w:p>
    <w:p w:rsidR="00687D02" w:rsidRPr="00E82E36" w:rsidRDefault="00687D02" w:rsidP="003C6D10">
      <w:pPr>
        <w:jc w:val="both"/>
      </w:pPr>
    </w:p>
    <w:p w:rsidR="00687D02" w:rsidRDefault="00687D02" w:rsidP="00E82E36">
      <w:pPr>
        <w:pStyle w:val="ListParagraph"/>
        <w:ind w:left="360"/>
        <w:jc w:val="both"/>
        <w:rPr>
          <w:b/>
        </w:rPr>
      </w:pPr>
    </w:p>
    <w:p w:rsidR="00687D02" w:rsidRPr="00E82E36" w:rsidRDefault="00687D02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E82E36">
        <w:rPr>
          <w:b/>
        </w:rPr>
        <w:t xml:space="preserve"> A bumper sticker that demonstrates a pro or con of Capitalism  </w:t>
      </w:r>
    </w:p>
    <w:p w:rsidR="00687D02" w:rsidRPr="00E82E36" w:rsidRDefault="00687D02" w:rsidP="003C6D10">
      <w:pPr>
        <w:pStyle w:val="ListParagraph"/>
        <w:numPr>
          <w:ilvl w:val="0"/>
          <w:numId w:val="2"/>
        </w:numPr>
        <w:jc w:val="both"/>
      </w:pPr>
      <w:r w:rsidRPr="00E82E36">
        <w:t>Include a visual and a slogan to represent your pro or con</w:t>
      </w:r>
    </w:p>
    <w:p w:rsidR="00687D02" w:rsidRPr="00E82E36" w:rsidRDefault="00687D02" w:rsidP="003C6D10">
      <w:pPr>
        <w:pStyle w:val="ListParagraph"/>
        <w:numPr>
          <w:ilvl w:val="0"/>
          <w:numId w:val="2"/>
        </w:numPr>
        <w:jc w:val="both"/>
      </w:pPr>
      <w:r w:rsidRPr="00E82E36">
        <w:t>Use color in your work</w:t>
      </w:r>
    </w:p>
    <w:p w:rsidR="00687D02" w:rsidRPr="00E82E36" w:rsidRDefault="00687D02" w:rsidP="003C6D10">
      <w:pPr>
        <w:jc w:val="both"/>
      </w:pPr>
      <w:r>
        <w:rPr>
          <w:noProof/>
        </w:rPr>
        <w:pict>
          <v:shape id="_x0000_s1027" type="#_x0000_t202" style="position:absolute;left:0;text-align:left;margin-left:12.9pt;margin-top:7.8pt;width:211.5pt;height:264.1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" strokeweight="6pt">
            <v:stroke linestyle="thickBetweenThin"/>
            <v:textbox>
              <w:txbxContent>
                <w:p w:rsidR="00687D02" w:rsidRDefault="00687D02" w:rsidP="003C6D10">
                  <w:bookmarkStart w:id="0" w:name="_GoBack"/>
                  <w:r w:rsidRPr="006A666F">
                    <w:rPr>
                      <w:noProof/>
                    </w:rPr>
                    <w:pict>
                      <v:shape id="Picture 4" o:spid="_x0000_i1028" type="#_x0000_t75" style="width:190.5pt;height:258.75pt;visibility:visible">
                        <v:imagedata r:id="rId6" o:title=""/>
                      </v:shape>
                    </w:pict>
                  </w:r>
                  <w:bookmarkEnd w:id="0"/>
                </w:p>
              </w:txbxContent>
            </v:textbox>
          </v:shape>
        </w:pict>
      </w:r>
    </w:p>
    <w:p w:rsidR="00687D02" w:rsidRPr="00E82E36" w:rsidRDefault="00687D02" w:rsidP="003C6D10"/>
    <w:p w:rsidR="00687D02" w:rsidRPr="00E82E36" w:rsidRDefault="00687D02" w:rsidP="003C6D10">
      <w:pPr>
        <w:pStyle w:val="ListParagraph"/>
        <w:ind w:firstLine="720"/>
        <w:rPr>
          <w:b/>
        </w:rPr>
      </w:pPr>
    </w:p>
    <w:sectPr w:rsidR="00687D02" w:rsidRPr="00E82E36" w:rsidSect="00324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A0DAA"/>
    <w:multiLevelType w:val="hybridMultilevel"/>
    <w:tmpl w:val="D666C7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2E1BFC"/>
    <w:multiLevelType w:val="hybridMultilevel"/>
    <w:tmpl w:val="67B4C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D10"/>
    <w:rsid w:val="001730ED"/>
    <w:rsid w:val="001D258A"/>
    <w:rsid w:val="003242F6"/>
    <w:rsid w:val="003C6D10"/>
    <w:rsid w:val="004434FE"/>
    <w:rsid w:val="00687D02"/>
    <w:rsid w:val="006A666F"/>
    <w:rsid w:val="00AA088A"/>
    <w:rsid w:val="00C74B96"/>
    <w:rsid w:val="00E82E36"/>
    <w:rsid w:val="00FE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2F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6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65</Words>
  <Characters>371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</dc:title>
  <dc:subject/>
  <dc:creator>mpstech</dc:creator>
  <cp:keywords/>
  <dc:description/>
  <cp:lastModifiedBy>Malden Public Schools</cp:lastModifiedBy>
  <cp:revision>2</cp:revision>
  <dcterms:created xsi:type="dcterms:W3CDTF">2013-10-16T20:26:00Z</dcterms:created>
  <dcterms:modified xsi:type="dcterms:W3CDTF">2013-10-16T20:26:00Z</dcterms:modified>
</cp:coreProperties>
</file>