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C5" w:rsidRDefault="00DB42C5" w:rsidP="006264F2">
      <w:pPr>
        <w:tabs>
          <w:tab w:val="left" w:pos="7485"/>
        </w:tabs>
      </w:pPr>
      <w:r>
        <w:t>Name: _Fitzgerald Eloi__ Period: _3_                          Date: _10/30/13_</w:t>
      </w:r>
      <w:r>
        <w:tab/>
      </w:r>
    </w:p>
    <w:p w:rsidR="00DB42C5" w:rsidRDefault="00DB42C5" w:rsidP="006264F2">
      <w:pPr>
        <w:tabs>
          <w:tab w:val="left" w:pos="7485"/>
        </w:tabs>
        <w:jc w:val="center"/>
      </w:pPr>
      <w:r>
        <w:t>Guide Sheet for Overview of Korean War Movie Clip</w:t>
      </w:r>
    </w:p>
    <w:p w:rsidR="00DB42C5" w:rsidRDefault="00DB42C5" w:rsidP="006264F2">
      <w:pPr>
        <w:tabs>
          <w:tab w:val="left" w:pos="7485"/>
        </w:tabs>
      </w:pPr>
      <w:r>
        <w:t>Directions: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As you view the movie during class, take notes on the different sub topics discussed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If you need to, re-watch the movie at home to gain more details</w:t>
      </w:r>
    </w:p>
    <w:p w:rsidR="00DB42C5" w:rsidRDefault="00DB42C5" w:rsidP="008046E0">
      <w:pPr>
        <w:pStyle w:val="ListParagraph"/>
        <w:tabs>
          <w:tab w:val="left" w:pos="7485"/>
        </w:tabs>
        <w:ind w:left="360"/>
        <w:rPr>
          <w:b/>
          <w:sz w:val="28"/>
          <w:szCs w:val="28"/>
        </w:rPr>
      </w:pPr>
      <w:r>
        <w:t xml:space="preserve">Upload the COMPLETED document to your wiki page and title it. 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Topics discussed in the Movie that you should take notes on: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1910: Japanese Rule:</w:t>
      </w:r>
    </w:p>
    <w:p w:rsidR="00DB42C5" w:rsidRDefault="00DB42C5" w:rsidP="006264F2">
      <w:pPr>
        <w:tabs>
          <w:tab w:val="left" w:pos="7485"/>
        </w:tabs>
      </w:pPr>
      <w:r>
        <w:t xml:space="preserve">- Korea </w:t>
      </w:r>
      <w:r w:rsidRPr="0030264B">
        <w:t>Occupied by Japanese military</w:t>
      </w:r>
    </w:p>
    <w:p w:rsidR="00DB42C5" w:rsidRPr="001608F5" w:rsidRDefault="00DB42C5" w:rsidP="001608F5">
      <w:pPr>
        <w:tabs>
          <w:tab w:val="left" w:pos="7485"/>
        </w:tabs>
        <w:jc w:val="both"/>
      </w:pPr>
      <w:r>
        <w:t>- Japanese Forced labor/ prostitution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1945: 38</w:t>
      </w:r>
      <w:r w:rsidRPr="006264F2">
        <w:rPr>
          <w:b/>
          <w:vertAlign w:val="superscript"/>
        </w:rPr>
        <w:t>th</w:t>
      </w:r>
      <w:r>
        <w:rPr>
          <w:b/>
        </w:rPr>
        <w:t xml:space="preserve"> Parallel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 w:rsidRPr="0030264B">
        <w:t xml:space="preserve">Soviets occupy </w:t>
      </w:r>
      <w:smartTag w:uri="urn:schemas-microsoft-com:office:smarttags" w:element="country-region">
        <w:r w:rsidRPr="0030264B">
          <w:t>north Korea</w:t>
        </w:r>
      </w:smartTag>
      <w:r w:rsidRPr="0030264B">
        <w:t xml:space="preserve">, </w:t>
      </w:r>
      <w:smartTag w:uri="urn:schemas-microsoft-com:office:smarttags" w:element="country-region">
        <w:r w:rsidRPr="0030264B">
          <w:t>America</w:t>
        </w:r>
      </w:smartTag>
      <w:r w:rsidRPr="0030264B">
        <w:t xml:space="preserve"> occupies </w:t>
      </w:r>
      <w:smartTag w:uri="urn:schemas-microsoft-com:office:smarttags" w:element="place">
        <w:smartTag w:uri="urn:schemas-microsoft-com:office:smarttags" w:element="country-region">
          <w:r w:rsidRPr="0030264B">
            <w:t>South Korea</w:t>
          </w:r>
        </w:smartTag>
      </w:smartTag>
      <w:r w:rsidRPr="0030264B">
        <w:t xml:space="preserve"> and they stop at the 38</w:t>
      </w:r>
      <w:r w:rsidRPr="0030264B">
        <w:rPr>
          <w:vertAlign w:val="superscript"/>
        </w:rPr>
        <w:t>th</w:t>
      </w:r>
      <w:r w:rsidRPr="0030264B">
        <w:t xml:space="preserve"> Parallel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Both sides are under the influence of their rulers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1948: Non-Free Elections (Communist North)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Kim Il Sung gets involved in the North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Syngman Rnee comes to power in the south ( he isn’t a communist)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 xml:space="preserve">Soviets help build </w:t>
      </w:r>
      <w:smartTag w:uri="urn:schemas-microsoft-com:office:smarttags" w:element="country-region">
        <w:r>
          <w:t>North Korea</w:t>
        </w:r>
      </w:smartTag>
      <w:r>
        <w:t xml:space="preserve"> military but </w:t>
      </w:r>
      <w:smartTag w:uri="urn:schemas-microsoft-com:office:smarttags" w:element="country-region">
        <w:smartTag w:uri="urn:schemas-microsoft-com:office:smarttags" w:element="place">
          <w:r>
            <w:t>America</w:t>
          </w:r>
        </w:smartTag>
      </w:smartTag>
      <w:r>
        <w:t xml:space="preserve"> doesn’t really help South Korean military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1949: Communists come to power in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China</w:t>
          </w:r>
        </w:smartTag>
      </w:smartTag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 xml:space="preserve">Mao Tse Tung wants to help the communists and doesn’t like the Americans in </w:t>
      </w:r>
      <w:smartTag w:uri="urn:schemas-microsoft-com:office:smarttags" w:element="place">
        <w:smartTag w:uri="urn:schemas-microsoft-com:office:smarttags" w:element="country-region">
          <w:r>
            <w:t>south Korea</w:t>
          </w:r>
        </w:smartTag>
      </w:smartTag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1950:  6/25: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North Korea</w:t>
          </w:r>
        </w:smartTag>
      </w:smartTag>
      <w:r>
        <w:rPr>
          <w:b/>
        </w:rPr>
        <w:t xml:space="preserve"> Invasion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smartTag w:uri="urn:schemas-microsoft-com:office:smarttags" w:element="country-region">
        <w:r>
          <w:t>North Korea</w:t>
        </w:r>
      </w:smartTag>
      <w:r>
        <w:t xml:space="preserve"> storm through </w:t>
      </w:r>
      <w:smartTag w:uri="urn:schemas-microsoft-com:office:smarttags" w:element="place">
        <w:r>
          <w:t>Peninsula</w:t>
        </w:r>
      </w:smartTag>
      <w:r>
        <w:t>, Americans build ground forces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 xml:space="preserve">Occupy most of </w:t>
      </w:r>
      <w:smartTag w:uri="urn:schemas-microsoft-com:office:smarttags" w:element="PlaceName">
        <w:r>
          <w:t>Korean</w:t>
        </w:r>
      </w:smartTag>
      <w:r>
        <w:t xml:space="preserve"> </w:t>
      </w:r>
      <w:smartTag w:uri="urn:schemas-microsoft-com:office:smarttags" w:element="PlaceType">
        <w:r>
          <w:t>Peninsula</w:t>
        </w:r>
      </w:smartTag>
      <w:r>
        <w:t xml:space="preserve"> except </w:t>
      </w:r>
      <w:smartTag w:uri="urn:schemas-microsoft-com:office:smarttags" w:element="place">
        <w:smartTag w:uri="urn:schemas-microsoft-com:office:smarttags" w:element="country-region">
          <w:r>
            <w:t>South Korea</w:t>
          </w:r>
        </w:smartTag>
      </w:smartTag>
      <w:r>
        <w:t>.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  9/15: Incheon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Americans were cornered at the Pusan Perimeter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>Americans and Southern Koreans halt the Northerners at Pusan Perimeter</w:t>
      </w:r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 xml:space="preserve">Build of Chinese troops around the </w:t>
      </w:r>
      <w:smartTag w:uri="urn:schemas-microsoft-com:office:smarttags" w:element="PlaceName">
        <w:smartTag w:uri="urn:schemas-microsoft-com:office:smarttags" w:element="place">
          <w:r>
            <w:t>Raoul</w:t>
          </w:r>
        </w:smartTag>
        <w:r>
          <w:t xml:space="preserve"> </w:t>
        </w:r>
        <w:smartTag w:uri="urn:schemas-microsoft-com:office:smarttags" w:element="PlaceType">
          <w:r>
            <w:t>River</w:t>
          </w:r>
        </w:smartTag>
      </w:smartTag>
    </w:p>
    <w:p w:rsidR="00DB42C5" w:rsidRDefault="00DB42C5" w:rsidP="008046E0">
      <w:pPr>
        <w:pStyle w:val="ListParagraph"/>
        <w:tabs>
          <w:tab w:val="left" w:pos="7485"/>
        </w:tabs>
        <w:ind w:left="360"/>
      </w:pPr>
      <w:r>
        <w:t xml:space="preserve">Attacking inland, they advanced towards </w:t>
      </w:r>
      <w:smartTag w:uri="urn:schemas-microsoft-com:office:smarttags" w:element="place">
        <w:smartTag w:uri="urn:schemas-microsoft-com:office:smarttags" w:element="City">
          <w:r>
            <w:t>Seoul</w:t>
          </w:r>
        </w:smartTag>
      </w:smartTag>
      <w:r>
        <w:t>, which was taken on September 25, after brutal house-to-house fighting.</w:t>
      </w:r>
    </w:p>
    <w:p w:rsidR="00DB42C5" w:rsidRPr="0030264B" w:rsidRDefault="00DB42C5" w:rsidP="001608F5">
      <w:pPr>
        <w:pStyle w:val="ListParagraph"/>
        <w:tabs>
          <w:tab w:val="left" w:pos="7485"/>
        </w:tabs>
      </w:pPr>
    </w:p>
    <w:p w:rsidR="00DB42C5" w:rsidRDefault="00DB42C5" w:rsidP="001608F5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10/19: Pyong captured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t xml:space="preserve">At that time, the Pyongyang government aimed to recapture Korea's official capital at that time, </w:t>
      </w:r>
      <w:r w:rsidRPr="008046E0">
        <w:t>Seoul</w:t>
      </w:r>
      <w:r>
        <w:t xml:space="preserve">. </w:t>
      </w:r>
      <w:smartTag w:uri="urn:schemas-microsoft-com:office:smarttags" w:element="place">
        <w:smartTag w:uri="urn:schemas-microsoft-com:office:smarttags" w:element="City">
          <w:r>
            <w:t>Pyongyang</w:t>
          </w:r>
        </w:smartTag>
      </w:smartTag>
      <w:r>
        <w:t xml:space="preserve"> was again severely damaged in the </w:t>
      </w:r>
      <w:r w:rsidRPr="008046E0">
        <w:t>Korean War</w:t>
      </w:r>
      <w:r>
        <w:t>, during which it was briefly occupied by South Korean forces.</w:t>
      </w:r>
    </w:p>
    <w:p w:rsidR="00DB42C5" w:rsidRDefault="00DB42C5" w:rsidP="00FD28DC">
      <w:pPr>
        <w:tabs>
          <w:tab w:val="left" w:pos="1815"/>
        </w:tabs>
        <w:rPr>
          <w:b/>
        </w:rPr>
      </w:pPr>
      <w:r>
        <w:rPr>
          <w:b/>
        </w:rPr>
        <w:tab/>
      </w:r>
    </w:p>
    <w:p w:rsidR="00DB42C5" w:rsidRDefault="00DB42C5" w:rsidP="00FD28DC">
      <w:pPr>
        <w:tabs>
          <w:tab w:val="left" w:pos="1815"/>
        </w:tabs>
        <w:rPr>
          <w:b/>
        </w:rPr>
      </w:pPr>
    </w:p>
    <w:p w:rsidR="00DB42C5" w:rsidRDefault="00DB42C5" w:rsidP="00FD28DC">
      <w:pPr>
        <w:tabs>
          <w:tab w:val="left" w:pos="181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10/25-11/1: Chinese 2</w:t>
      </w:r>
      <w:r w:rsidRPr="00FB403D">
        <w:rPr>
          <w:b/>
          <w:vertAlign w:val="superscript"/>
        </w:rPr>
        <w:t>nd</w:t>
      </w:r>
      <w:r>
        <w:rPr>
          <w:b/>
        </w:rPr>
        <w:t xml:space="preserve"> Phase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t xml:space="preserve">The </w:t>
      </w:r>
      <w:r w:rsidRPr="008046E0">
        <w:rPr>
          <w:bCs/>
        </w:rPr>
        <w:t>Second Phase Campaign</w:t>
      </w:r>
      <w:r>
        <w:t xml:space="preserve"> of the </w:t>
      </w:r>
      <w:r w:rsidRPr="008046E0">
        <w:t>Korean War</w:t>
      </w:r>
      <w:r>
        <w:t xml:space="preserve"> was an extended military offensive by the </w:t>
      </w:r>
      <w:r w:rsidRPr="008046E0">
        <w:t>Chinese</w:t>
      </w:r>
      <w:r>
        <w:t xml:space="preserve"> </w:t>
      </w:r>
      <w:r w:rsidRPr="008046E0">
        <w:t>People's Volunteer Army</w:t>
      </w:r>
      <w:r>
        <w:t xml:space="preserve"> during the last week of November, 1950, and the first two weeks of December.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1951: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1/14: </w:t>
      </w:r>
      <w:smartTag w:uri="urn:schemas-microsoft-com:office:smarttags" w:element="place">
        <w:r>
          <w:rPr>
            <w:b/>
          </w:rPr>
          <w:t>Seoul</w:t>
        </w:r>
      </w:smartTag>
      <w:r>
        <w:rPr>
          <w:b/>
        </w:rPr>
        <w:t xml:space="preserve"> falls again</w:t>
      </w:r>
    </w:p>
    <w:p w:rsidR="00DB42C5" w:rsidRDefault="00DB42C5" w:rsidP="006264F2">
      <w:pPr>
        <w:tabs>
          <w:tab w:val="left" w:pos="7485"/>
        </w:tabs>
        <w:rPr>
          <w:b/>
        </w:rPr>
      </w:pPr>
      <w:smartTag w:uri="urn:schemas-microsoft-com:office:smarttags" w:element="place">
        <w:r>
          <w:rPr>
            <w:rFonts w:ascii="Arial" w:hAnsi="Arial" w:cs="Arial"/>
          </w:rPr>
          <w:t>Seoul</w:t>
        </w:r>
      </w:smartTag>
      <w:r>
        <w:rPr>
          <w:rFonts w:ascii="Arial" w:hAnsi="Arial" w:cs="Arial"/>
        </w:rPr>
        <w:t xml:space="preserve"> fell once again in January 1951 and the Chinese forces were halted only 60 miles from the 38th Parallel. Between January 1951 and June 1951 a stalemate took place though the UN forces managed to stabilize themselves near the 38th Parallel.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3/14- </w:t>
      </w:r>
      <w:smartTag w:uri="urn:schemas-microsoft-com:office:smarttags" w:element="place">
        <w:r>
          <w:rPr>
            <w:b/>
          </w:rPr>
          <w:t>Seoul</w:t>
        </w:r>
      </w:smartTag>
      <w:r>
        <w:rPr>
          <w:b/>
        </w:rPr>
        <w:t xml:space="preserve"> recaptured</w:t>
      </w:r>
    </w:p>
    <w:p w:rsidR="00DB42C5" w:rsidRPr="006A0E8E" w:rsidRDefault="00DB42C5" w:rsidP="008046E0">
      <w:pPr>
        <w:pStyle w:val="ListParagraph"/>
        <w:tabs>
          <w:tab w:val="left" w:pos="7485"/>
        </w:tabs>
        <w:ind w:left="360"/>
        <w:rPr>
          <w:sz w:val="20"/>
          <w:szCs w:val="20"/>
        </w:rPr>
      </w:pPr>
      <w:r w:rsidRPr="006A0E8E">
        <w:rPr>
          <w:sz w:val="20"/>
          <w:szCs w:val="20"/>
        </w:rPr>
        <w:t xml:space="preserve">American forces have taken control of the South Korean capital </w:t>
      </w:r>
      <w:smartTag w:uri="urn:schemas-microsoft-com:office:smarttags" w:element="place">
        <w:r w:rsidRPr="006A0E8E">
          <w:rPr>
            <w:sz w:val="20"/>
            <w:szCs w:val="20"/>
          </w:rPr>
          <w:t>Seoul</w:t>
        </w:r>
      </w:smartTag>
      <w:r w:rsidRPr="006A0E8E">
        <w:rPr>
          <w:sz w:val="20"/>
          <w:szCs w:val="20"/>
        </w:rPr>
        <w:t xml:space="preserve">, three months after it fell to </w:t>
      </w:r>
      <w:smartTag w:uri="urn:schemas-microsoft-com:office:smarttags" w:element="place">
        <w:r w:rsidRPr="006A0E8E">
          <w:rPr>
            <w:sz w:val="20"/>
            <w:szCs w:val="20"/>
          </w:rPr>
          <w:t>North Korea</w:t>
        </w:r>
      </w:smartTag>
    </w:p>
    <w:p w:rsidR="00DB42C5" w:rsidRPr="006A0E8E" w:rsidRDefault="00DB42C5" w:rsidP="008046E0">
      <w:pPr>
        <w:pStyle w:val="ListParagraph"/>
        <w:tabs>
          <w:tab w:val="left" w:pos="7485"/>
        </w:tabs>
        <w:ind w:left="360"/>
        <w:rPr>
          <w:b/>
        </w:rPr>
      </w:pPr>
      <w:bookmarkStart w:id="0" w:name="_GoBack"/>
      <w:bookmarkEnd w:id="0"/>
      <w:r w:rsidRPr="006A0E8E">
        <w:rPr>
          <w:sz w:val="20"/>
          <w:szCs w:val="20"/>
        </w:rPr>
        <w:t>North Koreans strongly resisted the UN advance near the station and American and South Korean units suffered many casualties, but opposition in other areas is reported to have been light.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April: McArthur dismissed</w:t>
      </w:r>
    </w:p>
    <w:p w:rsidR="00DB42C5" w:rsidRDefault="00DB42C5" w:rsidP="00950DCB">
      <w:pPr>
        <w:pStyle w:val="NormalWeb"/>
        <w:numPr>
          <w:ilvl w:val="0"/>
          <w:numId w:val="2"/>
        </w:numPr>
      </w:pPr>
      <w:r>
        <w:t xml:space="preserve">the general had devised some intelligent strategies and military maneuvers that helped save </w:t>
      </w:r>
      <w:smartTag w:uri="urn:schemas-microsoft-com:office:smarttags" w:element="place">
        <w:r>
          <w:t>South Korea</w:t>
        </w:r>
      </w:smartTag>
      <w:r>
        <w:t xml:space="preserve"> from falling to the invading forces of communist </w:t>
      </w:r>
      <w:smartTag w:uri="urn:schemas-microsoft-com:office:smarttags" w:element="place">
        <w:r>
          <w:t>North Korea</w:t>
        </w:r>
      </w:smartTag>
      <w:r>
        <w:t xml:space="preserve">. </w:t>
      </w:r>
    </w:p>
    <w:p w:rsidR="00DB42C5" w:rsidRDefault="00DB42C5" w:rsidP="001608F5">
      <w:pPr>
        <w:pStyle w:val="NormalWeb"/>
        <w:numPr>
          <w:ilvl w:val="0"/>
          <w:numId w:val="2"/>
        </w:numPr>
      </w:pPr>
      <w:r>
        <w:t xml:space="preserve">MacArthur argued for a policy of pushing into </w:t>
      </w:r>
      <w:smartTag w:uri="urn:schemas-microsoft-com:office:smarttags" w:element="place">
        <w:r>
          <w:t>North Korea</w:t>
        </w:r>
      </w:smartTag>
      <w:r>
        <w:t xml:space="preserve"> to completely defeat the communist forces. </w:t>
      </w:r>
    </w:p>
    <w:p w:rsidR="00DB42C5" w:rsidRDefault="00DB42C5" w:rsidP="001608F5">
      <w:pPr>
        <w:pStyle w:val="NormalWeb"/>
        <w:numPr>
          <w:ilvl w:val="0"/>
          <w:numId w:val="2"/>
        </w:numPr>
      </w:pPr>
      <w:r>
        <w:t xml:space="preserve">Truman went along with this plan, but worried that the communist government of the People's Republic of </w:t>
      </w:r>
      <w:smartTag w:uri="urn:schemas-microsoft-com:office:smarttags" w:element="place">
        <w:r>
          <w:t>China</w:t>
        </w:r>
      </w:smartTag>
      <w:r>
        <w:t xml:space="preserve"> might take the invasion as a hostile act and intervene in the conflict. </w:t>
      </w:r>
    </w:p>
    <w:p w:rsidR="00DB42C5" w:rsidRDefault="00DB42C5" w:rsidP="001608F5">
      <w:pPr>
        <w:pStyle w:val="NormalWeb"/>
        <w:numPr>
          <w:ilvl w:val="0"/>
          <w:numId w:val="2"/>
        </w:numPr>
      </w:pPr>
      <w:r>
        <w:t>Truman refused these requests and an argument began to develop between the two men.</w:t>
      </w:r>
    </w:p>
    <w:p w:rsidR="00DB42C5" w:rsidRDefault="00DB42C5" w:rsidP="001608F5">
      <w:pPr>
        <w:pStyle w:val="NormalWeb"/>
        <w:numPr>
          <w:ilvl w:val="0"/>
          <w:numId w:val="2"/>
        </w:numPr>
      </w:pPr>
      <w:r>
        <w:t xml:space="preserve">In April 1951, President Truman fired MacArthur and replaced him with Gen. Matthew Ridgeway. 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 xml:space="preserve">1953: </w:t>
      </w:r>
    </w:p>
    <w:p w:rsidR="00DB42C5" w:rsidRDefault="00DB42C5" w:rsidP="006264F2">
      <w:pPr>
        <w:tabs>
          <w:tab w:val="left" w:pos="7485"/>
        </w:tabs>
        <w:rPr>
          <w:b/>
        </w:rPr>
      </w:pPr>
      <w:r>
        <w:rPr>
          <w:b/>
        </w:rPr>
        <w:t>7/27: Armistice</w:t>
      </w:r>
    </w:p>
    <w:p w:rsidR="00DB42C5" w:rsidRDefault="00DB42C5" w:rsidP="006264F2">
      <w:pPr>
        <w:tabs>
          <w:tab w:val="left" w:pos="7485"/>
        </w:tabs>
      </w:pPr>
      <w:r w:rsidRPr="00643DEE">
        <w:t>Signed between two parties</w:t>
      </w:r>
    </w:p>
    <w:p w:rsidR="00DB42C5" w:rsidRDefault="00DB42C5" w:rsidP="006264F2">
      <w:pPr>
        <w:tabs>
          <w:tab w:val="left" w:pos="7485"/>
        </w:tabs>
      </w:pPr>
      <w:r>
        <w:t>“We’re going to stop fighting”</w:t>
      </w:r>
    </w:p>
    <w:p w:rsidR="00DB42C5" w:rsidRPr="00643DEE" w:rsidRDefault="00DB42C5" w:rsidP="006264F2">
      <w:pPr>
        <w:tabs>
          <w:tab w:val="left" w:pos="7485"/>
        </w:tabs>
      </w:pPr>
      <w:r>
        <w:t xml:space="preserve">N. Korea and </w:t>
      </w:r>
      <w:smartTag w:uri="urn:schemas-microsoft-com:office:smarttags" w:element="place">
        <w:r>
          <w:t>S. Korea</w:t>
        </w:r>
      </w:smartTag>
      <w:r>
        <w:t xml:space="preserve"> are still at war, to this day</w:t>
      </w: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Default="00DB42C5" w:rsidP="006264F2">
      <w:pPr>
        <w:tabs>
          <w:tab w:val="left" w:pos="7485"/>
        </w:tabs>
        <w:rPr>
          <w:b/>
        </w:rPr>
      </w:pPr>
    </w:p>
    <w:p w:rsidR="00DB42C5" w:rsidRPr="006264F2" w:rsidRDefault="00DB42C5" w:rsidP="006264F2">
      <w:pPr>
        <w:tabs>
          <w:tab w:val="left" w:pos="7485"/>
        </w:tabs>
        <w:rPr>
          <w:b/>
        </w:rPr>
      </w:pPr>
    </w:p>
    <w:p w:rsidR="00DB42C5" w:rsidRPr="006264F2" w:rsidRDefault="00DB42C5" w:rsidP="006264F2">
      <w:pPr>
        <w:tabs>
          <w:tab w:val="left" w:pos="7485"/>
        </w:tabs>
        <w:rPr>
          <w:b/>
          <w:sz w:val="28"/>
          <w:szCs w:val="28"/>
        </w:rPr>
      </w:pPr>
    </w:p>
    <w:p w:rsidR="00DB42C5" w:rsidRDefault="00DB42C5" w:rsidP="006264F2">
      <w:pPr>
        <w:tabs>
          <w:tab w:val="left" w:pos="7485"/>
        </w:tabs>
        <w:jc w:val="both"/>
      </w:pPr>
    </w:p>
    <w:sectPr w:rsidR="00DB42C5" w:rsidSect="00826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E0BDC"/>
    <w:multiLevelType w:val="hybridMultilevel"/>
    <w:tmpl w:val="896C7782"/>
    <w:lvl w:ilvl="0" w:tplc="83AA7A9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A58BE"/>
    <w:multiLevelType w:val="hybridMultilevel"/>
    <w:tmpl w:val="81D0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4F2"/>
    <w:rsid w:val="00144668"/>
    <w:rsid w:val="001608F5"/>
    <w:rsid w:val="0030264B"/>
    <w:rsid w:val="003B1F3C"/>
    <w:rsid w:val="005F3786"/>
    <w:rsid w:val="006264F2"/>
    <w:rsid w:val="00643DEE"/>
    <w:rsid w:val="006A0E8E"/>
    <w:rsid w:val="008046E0"/>
    <w:rsid w:val="008267B4"/>
    <w:rsid w:val="00950DCB"/>
    <w:rsid w:val="00DB42C5"/>
    <w:rsid w:val="00FB403D"/>
    <w:rsid w:val="00FD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B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64F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1608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8046E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509</Words>
  <Characters>2904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mpstech</dc:creator>
  <cp:keywords/>
  <dc:description/>
  <cp:lastModifiedBy>Malden Public Schools</cp:lastModifiedBy>
  <cp:revision>4</cp:revision>
  <cp:lastPrinted>2013-10-29T15:47:00Z</cp:lastPrinted>
  <dcterms:created xsi:type="dcterms:W3CDTF">2013-10-30T12:48:00Z</dcterms:created>
  <dcterms:modified xsi:type="dcterms:W3CDTF">2013-10-31T11:59:00Z</dcterms:modified>
</cp:coreProperties>
</file>